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C0057" w14:textId="77777777" w:rsidR="009C3FAD" w:rsidRDefault="009C3FAD" w:rsidP="009C3FA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4E611AD" w14:textId="77777777" w:rsidR="009C3FAD" w:rsidRDefault="009C3FAD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940EE4B" w14:textId="7777777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B0281EC" w14:textId="4A506E13" w:rsidR="0085747A" w:rsidRPr="007C42BA" w:rsidRDefault="0071620A" w:rsidP="00A97B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A97BD3">
        <w:rPr>
          <w:rFonts w:ascii="Corbel" w:hAnsi="Corbel"/>
          <w:b/>
          <w:smallCaps/>
          <w:sz w:val="24"/>
          <w:szCs w:val="24"/>
        </w:rPr>
        <w:t>2024-2029</w:t>
      </w:r>
    </w:p>
    <w:p w14:paraId="6A3F09EE" w14:textId="4B0E8115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A97BD3">
        <w:rPr>
          <w:rFonts w:ascii="Corbel" w:hAnsi="Corbel"/>
          <w:b/>
          <w:sz w:val="24"/>
          <w:szCs w:val="24"/>
        </w:rPr>
        <w:t>4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A97BD3">
        <w:rPr>
          <w:rFonts w:ascii="Corbel" w:hAnsi="Corbel"/>
          <w:b/>
          <w:sz w:val="24"/>
          <w:szCs w:val="24"/>
        </w:rPr>
        <w:t>5</w:t>
      </w:r>
    </w:p>
    <w:p w14:paraId="0F6CEF71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2A7ED1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330ED862" w14:textId="77777777" w:rsidTr="00B819C8">
        <w:tc>
          <w:tcPr>
            <w:tcW w:w="2694" w:type="dxa"/>
            <w:vAlign w:val="center"/>
          </w:tcPr>
          <w:p w14:paraId="364FFDAE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3C950" w14:textId="77777777" w:rsidR="0085747A" w:rsidRPr="007C42BA" w:rsidRDefault="00604E16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 xml:space="preserve">nterdyscyplinarne studia nad niepełnosprawnością –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3D6CE8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</w:p>
        </w:tc>
      </w:tr>
      <w:tr w:rsidR="0085747A" w:rsidRPr="007C42BA" w14:paraId="69A64594" w14:textId="77777777" w:rsidTr="00B819C8">
        <w:tc>
          <w:tcPr>
            <w:tcW w:w="2694" w:type="dxa"/>
            <w:vAlign w:val="center"/>
          </w:tcPr>
          <w:p w14:paraId="5B8FE4AB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444F62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7525EA8B" w14:textId="77777777" w:rsidTr="00B819C8">
        <w:tc>
          <w:tcPr>
            <w:tcW w:w="2694" w:type="dxa"/>
            <w:vAlign w:val="center"/>
          </w:tcPr>
          <w:p w14:paraId="2AC83CF2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ED6E541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28C631FF" w14:textId="77777777" w:rsidTr="00B819C8">
        <w:tc>
          <w:tcPr>
            <w:tcW w:w="2694" w:type="dxa"/>
            <w:vAlign w:val="center"/>
          </w:tcPr>
          <w:p w14:paraId="4AA3C0F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2EC848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2C283939" w14:textId="77777777" w:rsidTr="00B819C8">
        <w:tc>
          <w:tcPr>
            <w:tcW w:w="2694" w:type="dxa"/>
            <w:vAlign w:val="center"/>
          </w:tcPr>
          <w:p w14:paraId="5678D42F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70F30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D909872" w14:textId="77777777" w:rsidTr="00B819C8">
        <w:tc>
          <w:tcPr>
            <w:tcW w:w="2694" w:type="dxa"/>
            <w:vAlign w:val="center"/>
          </w:tcPr>
          <w:p w14:paraId="1E2805E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77C36B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0D772E64" w14:textId="77777777" w:rsidTr="00B819C8">
        <w:tc>
          <w:tcPr>
            <w:tcW w:w="2694" w:type="dxa"/>
            <w:vAlign w:val="center"/>
          </w:tcPr>
          <w:p w14:paraId="7F35063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C1ED2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5FCD61E2" w14:textId="77777777" w:rsidTr="00B819C8">
        <w:tc>
          <w:tcPr>
            <w:tcW w:w="2694" w:type="dxa"/>
            <w:vAlign w:val="center"/>
          </w:tcPr>
          <w:p w14:paraId="303B6C79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BD35FF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B3A932C" w14:textId="77777777" w:rsidTr="00B819C8">
        <w:tc>
          <w:tcPr>
            <w:tcW w:w="2694" w:type="dxa"/>
            <w:vAlign w:val="center"/>
          </w:tcPr>
          <w:p w14:paraId="65310AD1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8ED7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14:paraId="410204CD" w14:textId="77777777" w:rsidTr="00B819C8">
        <w:tc>
          <w:tcPr>
            <w:tcW w:w="2694" w:type="dxa"/>
            <w:vAlign w:val="center"/>
          </w:tcPr>
          <w:p w14:paraId="012CC78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EE63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14:paraId="2079331C" w14:textId="77777777" w:rsidTr="00B819C8">
        <w:tc>
          <w:tcPr>
            <w:tcW w:w="2694" w:type="dxa"/>
            <w:vAlign w:val="center"/>
          </w:tcPr>
          <w:p w14:paraId="057EFC63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A51DE8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4FA0C18A" w14:textId="77777777" w:rsidTr="00B819C8">
        <w:tc>
          <w:tcPr>
            <w:tcW w:w="2694" w:type="dxa"/>
            <w:vAlign w:val="center"/>
          </w:tcPr>
          <w:p w14:paraId="64AA8D5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FC3596" w14:textId="02E483EA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DD5C0F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0768AB" w:rsidRPr="007C42BA" w14:paraId="7230CFC8" w14:textId="77777777" w:rsidTr="00B819C8">
        <w:tc>
          <w:tcPr>
            <w:tcW w:w="2694" w:type="dxa"/>
            <w:vAlign w:val="center"/>
          </w:tcPr>
          <w:p w14:paraId="652DA352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F78FA" w14:textId="256EE336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DD5C0F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55A01800" w14:textId="77777777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79C5AB03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3E8B53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7C42BA" w14:paraId="5F4115B7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519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2D5D10AC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5FFD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Wykł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E0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D8E1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Konw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F918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E0E3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Sem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562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1EE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Prakt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9759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039B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57AA9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0776" w14:textId="77777777"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2EFA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295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375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CFA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68F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20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CBD4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55D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A12" w14:textId="77777777" w:rsidR="00015B8F" w:rsidRPr="007C42BA" w:rsidRDefault="004C1A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38830E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870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2FE005F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51A97A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DF718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1246F0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423866A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08C75CCE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29FAAA01" w14:textId="77777777" w:rsidTr="00745302">
        <w:tc>
          <w:tcPr>
            <w:tcW w:w="9670" w:type="dxa"/>
          </w:tcPr>
          <w:p w14:paraId="63400487" w14:textId="77777777"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14:paraId="10589E9D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C9B3FE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7F0AF1A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E4D64D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22FE2AF4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405C9D67" w14:textId="77777777" w:rsidTr="00B325B6">
        <w:tc>
          <w:tcPr>
            <w:tcW w:w="842" w:type="dxa"/>
            <w:vAlign w:val="center"/>
          </w:tcPr>
          <w:p w14:paraId="0BC2AA76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6121FD9" w14:textId="3DE75427"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>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modeli teoretycznych, badawczych, edukacyjnych i orzeczniczych niezbędnych do usunięcia barier prawnych, fizycznych, politycznych i dyskryminujących postaw, które wykluczają osoby niepełnosprawne ze społeczeństwa. Istotnym kierunkiem badań, </w:t>
            </w:r>
            <w:r w:rsidR="00EC0C6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w kontekście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, jest Independent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Living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, który odnosi się do niezależnego życia i wyznacza kierunki walki o prawa osób </w:t>
            </w:r>
            <w:r w:rsidR="00EC0C68">
              <w:rPr>
                <w:rFonts w:ascii="Corbel" w:hAnsi="Corbel"/>
                <w:b w:val="0"/>
                <w:sz w:val="24"/>
                <w:szCs w:val="24"/>
              </w:rPr>
              <w:br/>
            </w:r>
            <w:bookmarkStart w:id="0" w:name="_GoBack"/>
            <w:bookmarkEnd w:id="0"/>
            <w:r w:rsidRPr="007C42BA">
              <w:rPr>
                <w:rFonts w:ascii="Corbel" w:hAnsi="Corbel"/>
                <w:b w:val="0"/>
                <w:sz w:val="24"/>
                <w:szCs w:val="24"/>
              </w:rPr>
              <w:t>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14:paraId="3C0F3C87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91E52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5EF7C93D" w14:textId="77777777" w:rsidTr="00112982">
        <w:tc>
          <w:tcPr>
            <w:tcW w:w="1675" w:type="dxa"/>
            <w:vAlign w:val="center"/>
          </w:tcPr>
          <w:p w14:paraId="0B10E868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22B08C17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9FB0B92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67C90D08" w14:textId="77777777" w:rsidTr="00112982">
        <w:tc>
          <w:tcPr>
            <w:tcW w:w="1675" w:type="dxa"/>
            <w:vAlign w:val="center"/>
          </w:tcPr>
          <w:p w14:paraId="62F003E6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CD2671F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1ECADE90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1AA0728F" w14:textId="77777777" w:rsidTr="000768AB">
        <w:tc>
          <w:tcPr>
            <w:tcW w:w="1675" w:type="dxa"/>
            <w:vAlign w:val="center"/>
          </w:tcPr>
          <w:p w14:paraId="2705DA2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8DDEE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C551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D49877D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DF6CFF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656162" w14:textId="77777777"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14:paraId="6255B1E9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0C971229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14:paraId="3173E17B" w14:textId="77777777" w:rsidTr="000768AB">
        <w:tc>
          <w:tcPr>
            <w:tcW w:w="1675" w:type="dxa"/>
            <w:vAlign w:val="center"/>
          </w:tcPr>
          <w:p w14:paraId="18578C40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1AC44D8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78DA0B40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14:paraId="5FEE8EF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14:paraId="5DEF3ED2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3E49D4C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676FB192" w14:textId="77777777" w:rsidTr="000768AB">
        <w:tc>
          <w:tcPr>
            <w:tcW w:w="1675" w:type="dxa"/>
            <w:vAlign w:val="center"/>
          </w:tcPr>
          <w:p w14:paraId="459DFEB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5941231E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2ED2D09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pedagogiki specjalnej jest w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14:paraId="4FE584C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PS.W9.</w:t>
            </w:r>
          </w:p>
          <w:p w14:paraId="33232C8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1CB8A00" w14:textId="77777777" w:rsidTr="000768AB">
        <w:tc>
          <w:tcPr>
            <w:tcW w:w="1675" w:type="dxa"/>
            <w:vAlign w:val="center"/>
          </w:tcPr>
          <w:p w14:paraId="42FC2447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E08836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7A59E19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</w:p>
        </w:tc>
        <w:tc>
          <w:tcPr>
            <w:tcW w:w="1864" w:type="dxa"/>
            <w:vAlign w:val="center"/>
          </w:tcPr>
          <w:p w14:paraId="77AEE7D7" w14:textId="77777777"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14:paraId="0C011D3E" w14:textId="77777777"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14:paraId="03F02C76" w14:textId="77777777" w:rsidTr="000768AB">
        <w:tc>
          <w:tcPr>
            <w:tcW w:w="1675" w:type="dxa"/>
            <w:vAlign w:val="center"/>
          </w:tcPr>
          <w:p w14:paraId="1879D780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154D1781" w14:textId="77777777"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14:paraId="498B66B6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14:paraId="26769357" w14:textId="77777777" w:rsidTr="000768AB">
        <w:tc>
          <w:tcPr>
            <w:tcW w:w="1675" w:type="dxa"/>
            <w:vAlign w:val="center"/>
          </w:tcPr>
          <w:p w14:paraId="2FE66443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4A13D6D" w14:textId="77777777"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14:paraId="28BE4555" w14:textId="77777777"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14:paraId="4CC96F8D" w14:textId="77777777" w:rsidTr="000768AB">
        <w:tc>
          <w:tcPr>
            <w:tcW w:w="1675" w:type="dxa"/>
            <w:vAlign w:val="center"/>
          </w:tcPr>
          <w:p w14:paraId="2DFF32B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32489215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z zakresu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14:paraId="25190B0B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66C943CB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23ABF34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38143419" w14:textId="77777777" w:rsidTr="00103AA3">
        <w:tc>
          <w:tcPr>
            <w:tcW w:w="9628" w:type="dxa"/>
          </w:tcPr>
          <w:p w14:paraId="32C5FC6B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70715622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14:paraId="47023835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14:paraId="3B332BC9" w14:textId="77777777"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5239264" w14:textId="77777777"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14:paraId="30B3CE09" w14:textId="77777777"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14:paraId="7CF40296" w14:textId="77777777"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14:paraId="7A1F6371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36E761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14:paraId="52573B7F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14:paraId="77924702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B09B1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14:paraId="3F6FAFC8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B75563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2BA" w14:paraId="5520DE90" w14:textId="77777777" w:rsidTr="00C05F44">
        <w:tc>
          <w:tcPr>
            <w:tcW w:w="1985" w:type="dxa"/>
            <w:vAlign w:val="center"/>
          </w:tcPr>
          <w:p w14:paraId="2653869E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6D601218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A3137D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2F6420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B70D462" w14:textId="77777777" w:rsidTr="000768AB">
        <w:tc>
          <w:tcPr>
            <w:tcW w:w="1985" w:type="dxa"/>
            <w:vAlign w:val="center"/>
          </w:tcPr>
          <w:p w14:paraId="69072A54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C42B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52EFC78F" w14:textId="1A592D82" w:rsidR="0085747A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3C79A21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435CCED8" w14:textId="77777777" w:rsidTr="000768AB">
        <w:tc>
          <w:tcPr>
            <w:tcW w:w="1985" w:type="dxa"/>
            <w:vAlign w:val="center"/>
          </w:tcPr>
          <w:p w14:paraId="229078C3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759D6B" w14:textId="5603B4E6" w:rsidR="0085747A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A24DDC7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300B37E6" w14:textId="77777777" w:rsidTr="000768AB">
        <w:tc>
          <w:tcPr>
            <w:tcW w:w="1985" w:type="dxa"/>
            <w:vAlign w:val="center"/>
          </w:tcPr>
          <w:p w14:paraId="5A780D1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A9BC071" w14:textId="123E53F2" w:rsidR="00103AA3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4327DA6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6FB8EC1D" w14:textId="77777777" w:rsidTr="000768AB">
        <w:tc>
          <w:tcPr>
            <w:tcW w:w="1985" w:type="dxa"/>
            <w:vAlign w:val="center"/>
          </w:tcPr>
          <w:p w14:paraId="396C504A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B5109A4" w14:textId="02A920CF" w:rsidR="00103AA3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EEB9B7D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85B2696" w14:textId="77777777" w:rsidTr="000768AB">
        <w:tc>
          <w:tcPr>
            <w:tcW w:w="1985" w:type="dxa"/>
            <w:vAlign w:val="center"/>
          </w:tcPr>
          <w:p w14:paraId="24470F58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52471B8" w14:textId="1B0F7059" w:rsidR="00103AA3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22B7602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48A3A1CE" w14:textId="77777777" w:rsidTr="000768AB">
        <w:tc>
          <w:tcPr>
            <w:tcW w:w="1985" w:type="dxa"/>
            <w:vAlign w:val="center"/>
          </w:tcPr>
          <w:p w14:paraId="2BE405B6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5BBD9F4" w14:textId="0763F940" w:rsidR="00B05362" w:rsidRPr="007C42BA" w:rsidRDefault="00BA0734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2A54060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26F3D13C" w14:textId="77777777" w:rsidTr="000768AB">
        <w:tc>
          <w:tcPr>
            <w:tcW w:w="1985" w:type="dxa"/>
            <w:vAlign w:val="center"/>
          </w:tcPr>
          <w:p w14:paraId="48832A49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AFA132D" w14:textId="278DB1D8" w:rsidR="00B05362" w:rsidRPr="007C42BA" w:rsidRDefault="00BA0734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6BE8B54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2AEBBB7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46247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1982B9C1" w14:textId="77777777" w:rsidTr="00923D7D">
        <w:tc>
          <w:tcPr>
            <w:tcW w:w="9670" w:type="dxa"/>
          </w:tcPr>
          <w:p w14:paraId="4B190286" w14:textId="433E5D77" w:rsidR="00EC6AEC" w:rsidRPr="007C42BA" w:rsidRDefault="00EC6AEC" w:rsidP="00B114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Wykład kończy się </w:t>
            </w:r>
            <w:r w:rsidR="00B11428">
              <w:rPr>
                <w:rFonts w:ascii="Corbel" w:hAnsi="Corbel"/>
                <w:b w:val="0"/>
                <w:smallCaps w:val="0"/>
                <w:szCs w:val="24"/>
              </w:rPr>
              <w:t>egzaminem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pis</w:t>
            </w:r>
            <w:r w:rsidR="00B11428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14:paraId="471CEA3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33127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2BA" w14:paraId="4A59C09E" w14:textId="77777777" w:rsidTr="003E1941">
        <w:tc>
          <w:tcPr>
            <w:tcW w:w="4962" w:type="dxa"/>
            <w:vAlign w:val="center"/>
          </w:tcPr>
          <w:p w14:paraId="01917CD7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6EE526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342FB6EB" w14:textId="77777777" w:rsidTr="00923D7D">
        <w:tc>
          <w:tcPr>
            <w:tcW w:w="4962" w:type="dxa"/>
          </w:tcPr>
          <w:p w14:paraId="703F3C38" w14:textId="77777777" w:rsidR="0085747A" w:rsidRPr="007C42BA" w:rsidRDefault="00C61DC5" w:rsidP="004B3C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33D8" w14:textId="77777777" w:rsidR="0085747A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194B9970" w14:textId="77777777" w:rsidTr="00923D7D">
        <w:tc>
          <w:tcPr>
            <w:tcW w:w="4962" w:type="dxa"/>
          </w:tcPr>
          <w:p w14:paraId="258919DC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7B1C126" w14:textId="77777777" w:rsidR="00C61DC5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0EE3D5AA" w14:textId="77777777" w:rsidTr="00923D7D">
        <w:tc>
          <w:tcPr>
            <w:tcW w:w="4962" w:type="dxa"/>
          </w:tcPr>
          <w:p w14:paraId="044A0DDF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  <w:r w:rsidR="00361C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2802CF9F" w14:textId="77777777" w:rsidR="00C61DC5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7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14:paraId="1D813102" w14:textId="77777777" w:rsidTr="00923D7D">
        <w:tc>
          <w:tcPr>
            <w:tcW w:w="4962" w:type="dxa"/>
          </w:tcPr>
          <w:p w14:paraId="5588987F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4F33C0" w14:textId="77777777"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9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14:paraId="594A5484" w14:textId="77777777" w:rsidTr="00923D7D">
        <w:tc>
          <w:tcPr>
            <w:tcW w:w="4962" w:type="dxa"/>
          </w:tcPr>
          <w:p w14:paraId="0041CEB5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A392F9" w14:textId="77777777"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1C7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3993023" w14:textId="77777777"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D85C91" w14:textId="77777777"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42D2C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72A2269" w14:textId="77777777" w:rsidTr="000768AB">
        <w:trPr>
          <w:trHeight w:val="397"/>
        </w:trPr>
        <w:tc>
          <w:tcPr>
            <w:tcW w:w="9639" w:type="dxa"/>
          </w:tcPr>
          <w:p w14:paraId="4F25CC9F" w14:textId="77777777"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C0DAB0" w14:textId="77777777"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Głodkowska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14:paraId="0A925DFE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Jolanta </w:t>
            </w:r>
            <w:proofErr w:type="spellStart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Rzeźnicka-Krupa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performatywność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14:paraId="2C2C9AC3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14:paraId="4639FB3D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14:paraId="3968292E" w14:textId="77777777"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lastRenderedPageBreak/>
              <w:t>(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Studies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14:paraId="6C009144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14:paraId="6CD1C973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niepełnosprawnością – sprzymierzeniec czy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wróg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14:paraId="54B424C1" w14:textId="77777777" w:rsidTr="000768AB">
        <w:trPr>
          <w:trHeight w:val="397"/>
        </w:trPr>
        <w:tc>
          <w:tcPr>
            <w:tcW w:w="9639" w:type="dxa"/>
          </w:tcPr>
          <w:p w14:paraId="3676E3B2" w14:textId="77777777"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B2F9CD" w14:textId="77777777" w:rsidR="00B11428" w:rsidRPr="007C42BA" w:rsidRDefault="00B11428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 A Student's Guide.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Publications.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1725FC3A" w14:textId="77777777" w:rsidR="00B11428" w:rsidRPr="007C42BA" w:rsidRDefault="00B11428" w:rsidP="00B114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 xml:space="preserve">Robert P </w:t>
              </w:r>
              <w:proofErr w:type="spellStart"/>
              <w:r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Marinelli</w:t>
              </w:r>
              <w:proofErr w:type="spellEnd"/>
            </w:hyperlink>
            <w:r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Encyclopedia of </w:t>
            </w:r>
            <w:proofErr w:type="spellStart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and </w:t>
            </w:r>
            <w:proofErr w:type="spellStart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rehabilitation</w:t>
            </w:r>
            <w:proofErr w:type="spellEnd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.</w:t>
            </w:r>
            <w:r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14:paraId="2749ECE0" w14:textId="77777777" w:rsidR="00B11428" w:rsidRPr="007C42BA" w:rsidRDefault="00B11428" w:rsidP="00B114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>Goodley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0A09FD6F" w14:textId="77777777" w:rsidR="0081159F" w:rsidRPr="007C42BA" w:rsidRDefault="0081159F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14:paraId="3C4C2FAA" w14:textId="77777777" w:rsidR="0081159F" w:rsidRPr="007C42BA" w:rsidRDefault="0081159F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14:paraId="51CD6A44" w14:textId="77777777" w:rsidR="0085635D" w:rsidRPr="007C42BA" w:rsidRDefault="00983CCB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Rzeźnicka-Krupa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14:paraId="5072A6EB" w14:textId="77777777" w:rsidR="0085635D" w:rsidRPr="007C42BA" w:rsidRDefault="0085635D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14:paraId="597A54A5" w14:textId="77777777" w:rsidR="000768AB" w:rsidRPr="007C42BA" w:rsidRDefault="0085635D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14:paraId="450E1E86" w14:textId="77777777" w:rsidR="000768AB" w:rsidRPr="007C42BA" w:rsidRDefault="00983CCB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14:paraId="49B5D9B0" w14:textId="77777777" w:rsidR="000768AB" w:rsidRPr="007C42BA" w:rsidRDefault="0081159F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Piss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on Pity – 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Educandi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Monografie, T. 5, Wydawnictwo Uniwersytetu Gdańskiego, Gdańsk.</w:t>
            </w:r>
          </w:p>
          <w:p w14:paraId="606D1B10" w14:textId="77777777" w:rsidR="0085635D" w:rsidRPr="007C42BA" w:rsidRDefault="0085635D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Goodley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Macmillan.</w:t>
            </w:r>
          </w:p>
        </w:tc>
      </w:tr>
    </w:tbl>
    <w:p w14:paraId="1DF2E831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25EBE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B968AD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1A3E5" w14:textId="77777777"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FB3B4" w14:textId="77777777" w:rsidR="00FD28BA" w:rsidRDefault="00FD28BA" w:rsidP="00C16ABF">
      <w:pPr>
        <w:spacing w:after="0" w:line="240" w:lineRule="auto"/>
      </w:pPr>
      <w:r>
        <w:separator/>
      </w:r>
    </w:p>
  </w:endnote>
  <w:endnote w:type="continuationSeparator" w:id="0">
    <w:p w14:paraId="0B7B1615" w14:textId="77777777" w:rsidR="00FD28BA" w:rsidRDefault="00FD28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65447" w14:textId="77777777" w:rsidR="00FD28BA" w:rsidRDefault="00FD28BA" w:rsidP="00C16ABF">
      <w:pPr>
        <w:spacing w:after="0" w:line="240" w:lineRule="auto"/>
      </w:pPr>
      <w:r>
        <w:separator/>
      </w:r>
    </w:p>
  </w:footnote>
  <w:footnote w:type="continuationSeparator" w:id="0">
    <w:p w14:paraId="66E67DB7" w14:textId="77777777" w:rsidR="00FD28BA" w:rsidRDefault="00FD28BA" w:rsidP="00C16ABF">
      <w:pPr>
        <w:spacing w:after="0" w:line="240" w:lineRule="auto"/>
      </w:pPr>
      <w:r>
        <w:continuationSeparator/>
      </w:r>
    </w:p>
  </w:footnote>
  <w:footnote w:id="1">
    <w:p w14:paraId="0537CB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C75"/>
    <w:rsid w:val="00363F78"/>
    <w:rsid w:val="003751A6"/>
    <w:rsid w:val="00375B1B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CFF"/>
    <w:rsid w:val="004C1AA1"/>
    <w:rsid w:val="004D5282"/>
    <w:rsid w:val="004F1551"/>
    <w:rsid w:val="004F55A3"/>
    <w:rsid w:val="00503FD5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A3942"/>
    <w:rsid w:val="005C080F"/>
    <w:rsid w:val="005C55E5"/>
    <w:rsid w:val="005C677C"/>
    <w:rsid w:val="005C696A"/>
    <w:rsid w:val="005D3C2A"/>
    <w:rsid w:val="005E6E85"/>
    <w:rsid w:val="005F31D2"/>
    <w:rsid w:val="00604E16"/>
    <w:rsid w:val="006050A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013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682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3FAD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BD3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1428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734"/>
    <w:rsid w:val="00BB520A"/>
    <w:rsid w:val="00BD3869"/>
    <w:rsid w:val="00BD66E9"/>
    <w:rsid w:val="00BD6FF4"/>
    <w:rsid w:val="00BE1A81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034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C0F"/>
    <w:rsid w:val="00DE09C0"/>
    <w:rsid w:val="00DE4A14"/>
    <w:rsid w:val="00DF320D"/>
    <w:rsid w:val="00DF5FCA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C68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6F2"/>
    <w:rsid w:val="00F526AF"/>
    <w:rsid w:val="00F617C3"/>
    <w:rsid w:val="00F7066B"/>
    <w:rsid w:val="00F722E9"/>
    <w:rsid w:val="00F83B28"/>
    <w:rsid w:val="00F974DA"/>
    <w:rsid w:val="00FA46E5"/>
    <w:rsid w:val="00FB7DBA"/>
    <w:rsid w:val="00FC1C25"/>
    <w:rsid w:val="00FC3F45"/>
    <w:rsid w:val="00FD28BA"/>
    <w:rsid w:val="00FD503F"/>
    <w:rsid w:val="00FD555A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5467"/>
  <w15:docId w15:val="{2AF8F6D8-60D4-4507-A3FA-421312F7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DC0E9-3BBB-4A01-9332-3855D765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1631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8</cp:revision>
  <cp:lastPrinted>2019-02-06T12:12:00Z</cp:lastPrinted>
  <dcterms:created xsi:type="dcterms:W3CDTF">2023-10-12T11:11:00Z</dcterms:created>
  <dcterms:modified xsi:type="dcterms:W3CDTF">2024-09-12T08:58:00Z</dcterms:modified>
</cp:coreProperties>
</file>